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03DDD57F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570F1">
        <w:rPr>
          <w:rFonts w:ascii="Corbel" w:hAnsi="Corbel"/>
          <w:i/>
          <w:smallCaps/>
          <w:sz w:val="24"/>
          <w:szCs w:val="24"/>
        </w:rPr>
        <w:t>2019-2022</w:t>
      </w:r>
    </w:p>
    <w:p w14:paraId="2E360394" w14:textId="50BFE603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271A8A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271A8A">
        <w:rPr>
          <w:rFonts w:ascii="Corbel" w:hAnsi="Corbel"/>
          <w:sz w:val="20"/>
          <w:szCs w:val="20"/>
        </w:rPr>
        <w:t>0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611A1F3" w:rsidR="0085747A" w:rsidRPr="000F6520" w:rsidRDefault="000F65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52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Jurasińska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1A527FBE" w:rsidR="00015B8F" w:rsidRPr="009C54AE" w:rsidRDefault="000F65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533A1828" w:rsidR="00015B8F" w:rsidRPr="009C54AE" w:rsidRDefault="000F65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64E22D5E" w:rsidR="0030395F" w:rsidRPr="009C54AE" w:rsidRDefault="000F65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1470FE05" w:rsidR="0030395F" w:rsidRPr="009C54AE" w:rsidRDefault="000F65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5326A8E6" w:rsidR="0085747A" w:rsidRPr="009C54AE" w:rsidRDefault="000F65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1357497F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F6520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AA055" w14:textId="77777777" w:rsidR="00994A4E" w:rsidRDefault="00994A4E" w:rsidP="00C16ABF">
      <w:pPr>
        <w:spacing w:after="0" w:line="240" w:lineRule="auto"/>
      </w:pPr>
      <w:r>
        <w:separator/>
      </w:r>
    </w:p>
  </w:endnote>
  <w:endnote w:type="continuationSeparator" w:id="0">
    <w:p w14:paraId="4B0C66A8" w14:textId="77777777" w:rsidR="00994A4E" w:rsidRDefault="00994A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F9A23" w14:textId="77777777" w:rsidR="00994A4E" w:rsidRDefault="00994A4E" w:rsidP="00C16ABF">
      <w:pPr>
        <w:spacing w:after="0" w:line="240" w:lineRule="auto"/>
      </w:pPr>
      <w:r>
        <w:separator/>
      </w:r>
    </w:p>
  </w:footnote>
  <w:footnote w:type="continuationSeparator" w:id="0">
    <w:p w14:paraId="6045C6C0" w14:textId="77777777" w:rsidR="00994A4E" w:rsidRDefault="00994A4E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520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71A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459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7149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4A4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570F1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76B19-DC2F-4A28-AEC1-C066FE187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1318</Words>
  <Characters>7911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30</cp:revision>
  <cp:lastPrinted>2019-02-06T12:12:00Z</cp:lastPrinted>
  <dcterms:created xsi:type="dcterms:W3CDTF">2020-10-26T19:32:00Z</dcterms:created>
  <dcterms:modified xsi:type="dcterms:W3CDTF">2020-12-11T09:14:00Z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